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580" w:rsidRDefault="00785580" w:rsidP="00C111C5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</w:t>
      </w:r>
      <w:r>
        <w:rPr>
          <w:rFonts w:ascii="Times New Roman" w:hAnsi="Times New Roman"/>
          <w:sz w:val="28"/>
          <w:szCs w:val="28"/>
          <w:lang w:eastAsia="ru-RU"/>
        </w:rPr>
        <w:br/>
        <w:t>постановлением Администрации Лобанихинского сельсовета Новичихинского района Алтайского края от  11.11.2021г.    № 26</w:t>
      </w:r>
    </w:p>
    <w:p w:rsidR="00785580" w:rsidRDefault="00785580" w:rsidP="00371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85580" w:rsidRPr="00831604" w:rsidRDefault="00785580" w:rsidP="00371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31604">
        <w:rPr>
          <w:rFonts w:ascii="Times New Roman" w:hAnsi="Times New Roman"/>
          <w:sz w:val="28"/>
          <w:szCs w:val="28"/>
          <w:lang w:eastAsia="ru-RU"/>
        </w:rPr>
        <w:t>Среднесрочный финансовый план</w:t>
      </w:r>
    </w:p>
    <w:p w:rsidR="00785580" w:rsidRPr="00831604" w:rsidRDefault="00785580" w:rsidP="00371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31604">
        <w:rPr>
          <w:rFonts w:ascii="Times New Roman" w:hAnsi="Times New Roman"/>
          <w:sz w:val="28"/>
          <w:szCs w:val="28"/>
          <w:lang w:eastAsia="ru-RU"/>
        </w:rPr>
        <w:t xml:space="preserve">бюджета </w:t>
      </w:r>
      <w:r>
        <w:rPr>
          <w:rFonts w:ascii="Times New Roman" w:hAnsi="Times New Roman"/>
          <w:sz w:val="28"/>
          <w:szCs w:val="28"/>
          <w:lang w:eastAsia="ru-RU"/>
        </w:rPr>
        <w:t>Лобанихинского</w:t>
      </w:r>
      <w:r w:rsidRPr="00831604">
        <w:rPr>
          <w:rFonts w:ascii="Times New Roman" w:hAnsi="Times New Roman"/>
          <w:sz w:val="28"/>
          <w:szCs w:val="28"/>
          <w:lang w:eastAsia="ru-RU"/>
        </w:rPr>
        <w:t xml:space="preserve"> сельсовета Новичихинского района</w:t>
      </w:r>
    </w:p>
    <w:p w:rsidR="00785580" w:rsidRPr="00831604" w:rsidRDefault="00785580" w:rsidP="00371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31604">
        <w:rPr>
          <w:rFonts w:ascii="Times New Roman" w:hAnsi="Times New Roman"/>
          <w:sz w:val="28"/>
          <w:szCs w:val="28"/>
          <w:lang w:eastAsia="ru-RU"/>
        </w:rPr>
        <w:t>на</w:t>
      </w:r>
      <w:r>
        <w:rPr>
          <w:rFonts w:ascii="Times New Roman" w:hAnsi="Times New Roman"/>
          <w:sz w:val="28"/>
          <w:szCs w:val="28"/>
          <w:lang w:eastAsia="ru-RU"/>
        </w:rPr>
        <w:t xml:space="preserve"> 2022–2024</w:t>
      </w:r>
      <w:r w:rsidRPr="00831604">
        <w:rPr>
          <w:rFonts w:ascii="Times New Roman" w:hAnsi="Times New Roman"/>
          <w:sz w:val="28"/>
          <w:szCs w:val="28"/>
          <w:lang w:eastAsia="ru-RU"/>
        </w:rPr>
        <w:t>годы</w:t>
      </w:r>
    </w:p>
    <w:p w:rsidR="00785580" w:rsidRPr="00831604" w:rsidRDefault="00785580" w:rsidP="003715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31604">
        <w:rPr>
          <w:rFonts w:ascii="Times New Roman" w:hAnsi="Times New Roman"/>
          <w:sz w:val="28"/>
          <w:szCs w:val="28"/>
          <w:lang w:eastAsia="ru-RU"/>
        </w:rPr>
        <w:t>(тыс. руб.)</w:t>
      </w:r>
    </w:p>
    <w:tbl>
      <w:tblPr>
        <w:tblW w:w="9360" w:type="dxa"/>
        <w:tblInd w:w="21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687"/>
        <w:gridCol w:w="1985"/>
        <w:gridCol w:w="1702"/>
        <w:gridCol w:w="1986"/>
      </w:tblGrid>
      <w:tr w:rsidR="00785580" w:rsidRPr="00831604" w:rsidTr="00D45376">
        <w:trPr>
          <w:cantSplit/>
          <w:trHeight w:val="72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Показатели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580" w:rsidRPr="00831604" w:rsidRDefault="00785580" w:rsidP="007C4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Прогноз  </w:t>
            </w: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2022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Прогноз </w:t>
            </w: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2023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Прогноз   </w:t>
            </w: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2024 год</w:t>
            </w:r>
          </w:p>
        </w:tc>
      </w:tr>
      <w:tr w:rsidR="00785580" w:rsidRPr="00831604" w:rsidTr="00D45376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1.Доходы - всего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8C2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2566,3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2569,3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2627,3</w:t>
            </w:r>
          </w:p>
        </w:tc>
      </w:tr>
      <w:tr w:rsidR="00785580" w:rsidRPr="00831604" w:rsidTr="00D45376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числе: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85580" w:rsidRPr="00831604" w:rsidTr="00D45376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1.1.Налоговые и неналоговые </w:t>
            </w: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доходы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8C2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1011,0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1041,0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1072,0</w:t>
            </w:r>
          </w:p>
        </w:tc>
      </w:tr>
      <w:tr w:rsidR="00785580" w:rsidRPr="00831604" w:rsidTr="00D45376">
        <w:trPr>
          <w:cantSplit/>
          <w:trHeight w:val="60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1.2.Безвозмездные           </w:t>
            </w: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поступления от других        </w:t>
            </w: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бюджетов бюджетной           </w:t>
            </w: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системы Российской Федерации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8C2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1555,3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1555,3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1555,3</w:t>
            </w:r>
          </w:p>
        </w:tc>
      </w:tr>
      <w:tr w:rsidR="00785580" w:rsidRPr="00831604" w:rsidTr="00D45376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2.Расходы - всего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2566,3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2590,7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2618,4</w:t>
            </w:r>
          </w:p>
        </w:tc>
      </w:tr>
      <w:tr w:rsidR="00785580" w:rsidRPr="00831604" w:rsidTr="00D45376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числе: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85580" w:rsidRPr="00831604" w:rsidTr="00D45376">
        <w:trPr>
          <w:cantSplit/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разделам и подразделам    </w:t>
            </w: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функциональной классификации </w:t>
            </w: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расходов бюджета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2566,3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2590,7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2618,4</w:t>
            </w:r>
          </w:p>
        </w:tc>
      </w:tr>
      <w:tr w:rsidR="00785580" w:rsidRPr="00831604" w:rsidTr="00D45376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t>3.Профицит (+),  дефицит (-)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8,9</w:t>
            </w:r>
            <w:bookmarkStart w:id="0" w:name="_GoBack"/>
            <w:bookmarkEnd w:id="0"/>
          </w:p>
        </w:tc>
      </w:tr>
      <w:tr w:rsidR="00785580" w:rsidRPr="00831604" w:rsidTr="00D45376">
        <w:trPr>
          <w:cantSplit/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4.Верхний предел            </w:t>
            </w: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муниципального долга по      </w:t>
            </w:r>
            <w:r w:rsidRPr="0083160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состоянию на 1 января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80" w:rsidRPr="00831604" w:rsidRDefault="00785580" w:rsidP="00D4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785580" w:rsidRPr="00831604" w:rsidRDefault="00785580" w:rsidP="003715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85580" w:rsidRPr="00831604" w:rsidRDefault="00785580" w:rsidP="003715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85580" w:rsidRPr="00831604" w:rsidRDefault="00785580" w:rsidP="003715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85580" w:rsidRPr="00831604" w:rsidRDefault="00785580" w:rsidP="0037154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785580" w:rsidRPr="00831604" w:rsidRDefault="00785580" w:rsidP="0037154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785580" w:rsidRPr="00831604" w:rsidRDefault="00785580" w:rsidP="0037154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785580" w:rsidRPr="00831604" w:rsidRDefault="00785580" w:rsidP="0037154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785580" w:rsidRPr="00831604" w:rsidRDefault="00785580" w:rsidP="0037154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785580" w:rsidRPr="00831604" w:rsidRDefault="00785580" w:rsidP="0037154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785580" w:rsidRPr="00831604" w:rsidRDefault="00785580" w:rsidP="0037154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785580" w:rsidRPr="00831604" w:rsidRDefault="00785580" w:rsidP="0037154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785580" w:rsidRPr="00831604" w:rsidRDefault="00785580" w:rsidP="0037154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785580" w:rsidRPr="00831604" w:rsidRDefault="00785580" w:rsidP="0037154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785580" w:rsidRDefault="00785580" w:rsidP="0037154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785580" w:rsidRDefault="00785580" w:rsidP="0037154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785580" w:rsidRDefault="00785580" w:rsidP="0037154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785580" w:rsidRDefault="00785580" w:rsidP="0037154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785580" w:rsidRPr="00831604" w:rsidRDefault="00785580" w:rsidP="0037154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831604">
        <w:rPr>
          <w:rFonts w:ascii="Times New Roman" w:hAnsi="Times New Roman"/>
          <w:sz w:val="28"/>
          <w:szCs w:val="28"/>
          <w:lang w:eastAsia="ru-RU"/>
        </w:rPr>
        <w:t>Форма 2</w:t>
      </w:r>
    </w:p>
    <w:p w:rsidR="00785580" w:rsidRPr="00831604" w:rsidRDefault="00785580" w:rsidP="003715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85580" w:rsidRPr="00831604" w:rsidRDefault="00785580" w:rsidP="00371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31604">
        <w:rPr>
          <w:rFonts w:ascii="Times New Roman" w:hAnsi="Times New Roman"/>
          <w:sz w:val="28"/>
          <w:szCs w:val="28"/>
          <w:lang w:eastAsia="ru-RU"/>
        </w:rPr>
        <w:t xml:space="preserve">Бюджетные ассигнования по главным распорядителям бюджета                 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Лобанихинского</w:t>
      </w:r>
      <w:r w:rsidRPr="00831604">
        <w:rPr>
          <w:rFonts w:ascii="Times New Roman" w:hAnsi="Times New Roman"/>
          <w:sz w:val="28"/>
          <w:szCs w:val="28"/>
          <w:lang w:eastAsia="ru-RU"/>
        </w:rPr>
        <w:t xml:space="preserve"> сельсовета Новичихинского района</w:t>
      </w:r>
    </w:p>
    <w:p w:rsidR="00785580" w:rsidRPr="00831604" w:rsidRDefault="00785580" w:rsidP="00371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31604">
        <w:rPr>
          <w:rFonts w:ascii="Times New Roman" w:hAnsi="Times New Roman"/>
          <w:sz w:val="28"/>
          <w:szCs w:val="28"/>
          <w:lang w:eastAsia="ru-RU"/>
        </w:rPr>
        <w:t>на</w:t>
      </w:r>
      <w:r>
        <w:rPr>
          <w:rFonts w:ascii="Times New Roman" w:hAnsi="Times New Roman"/>
          <w:sz w:val="28"/>
          <w:szCs w:val="28"/>
          <w:lang w:eastAsia="ru-RU"/>
        </w:rPr>
        <w:t xml:space="preserve"> 2022</w:t>
      </w:r>
      <w:r w:rsidRPr="00831604">
        <w:rPr>
          <w:rFonts w:ascii="Times New Roman" w:hAnsi="Times New Roman"/>
          <w:sz w:val="28"/>
          <w:szCs w:val="28"/>
          <w:lang w:eastAsia="ru-RU"/>
        </w:rPr>
        <w:t xml:space="preserve"> - </w:t>
      </w:r>
      <w:r>
        <w:rPr>
          <w:rFonts w:ascii="Times New Roman" w:hAnsi="Times New Roman"/>
          <w:sz w:val="28"/>
          <w:szCs w:val="28"/>
          <w:lang w:eastAsia="ru-RU"/>
        </w:rPr>
        <w:t>2024</w:t>
      </w:r>
      <w:r w:rsidRPr="00831604">
        <w:rPr>
          <w:rFonts w:ascii="Times New Roman" w:hAnsi="Times New Roman"/>
          <w:sz w:val="28"/>
          <w:szCs w:val="28"/>
          <w:lang w:eastAsia="ru-RU"/>
        </w:rPr>
        <w:t xml:space="preserve"> годы</w:t>
      </w:r>
    </w:p>
    <w:p w:rsidR="00785580" w:rsidRPr="00831604" w:rsidRDefault="00785580" w:rsidP="00371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85580" w:rsidRPr="00831604" w:rsidRDefault="00785580" w:rsidP="0037154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485"/>
        <w:gridCol w:w="1111"/>
        <w:gridCol w:w="501"/>
        <w:gridCol w:w="545"/>
        <w:gridCol w:w="1205"/>
        <w:gridCol w:w="934"/>
        <w:gridCol w:w="860"/>
        <w:gridCol w:w="860"/>
        <w:gridCol w:w="860"/>
      </w:tblGrid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5580" w:rsidRPr="007C4BC0" w:rsidRDefault="00785580" w:rsidP="008240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5580" w:rsidRPr="007C4BC0" w:rsidRDefault="00785580" w:rsidP="008240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Ведомство</w:t>
            </w:r>
          </w:p>
        </w:tc>
        <w:tc>
          <w:tcPr>
            <w:tcW w:w="55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5580" w:rsidRPr="007C4BC0" w:rsidRDefault="00785580" w:rsidP="008240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5580" w:rsidRPr="007C4BC0" w:rsidRDefault="00785580" w:rsidP="008240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Целевая статья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5580" w:rsidRPr="007C4BC0" w:rsidRDefault="00785580" w:rsidP="008240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Вид расходов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5580" w:rsidRPr="007C4BC0" w:rsidRDefault="00785580" w:rsidP="007C4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Прогноз на 2022 год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5580" w:rsidRPr="007C4BC0" w:rsidRDefault="00785580" w:rsidP="007C4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Прогноз на 2023 год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5580" w:rsidRPr="007C4BC0" w:rsidRDefault="00785580" w:rsidP="007C4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Прогноз на 2024 год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1787,3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1D58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1800,5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7C6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1815,4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469,9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469,9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469,9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469,9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469,9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469,9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576,2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589,1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576,2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589,1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231,8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231,8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231,8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319,2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330,4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343,3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748,4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750,4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752,4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2A42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734,4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735,4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736,4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7E4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715,7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7E4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715,7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7E4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715,7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7E4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7E4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20,7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36,3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36,7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Мобилизация и вневойсковая подготовка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36,3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36,7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1D58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36,3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36,7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31,3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1D58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31,3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31,3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Национая безопасность и правоохранительная деятельность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133,7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138,4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143,8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133,7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138,4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143,8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133,7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138,4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143,8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254,0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254,0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Содержание, ремонт, реконструкция и строительство автомобильных дорог и муниципальной собственности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9120067270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254,0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9120067270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254,0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703C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150,5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155,8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264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264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264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264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264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2642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149,5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BF20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154,8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906D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26423F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72,5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75,3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72,5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75,3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Сбор и удаление твердых отходов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204,5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208,3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212,7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203,5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207,3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211,7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8C23B3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8C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8C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8C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8C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8C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8C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8C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113,3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8C23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117,7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BF20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113,3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117,7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906D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906D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906D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952699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Расходы на реализацию мероприятий подпрограммы "Культура Новичихинского района "муниципальной программы "Развитие культуры, молодежной политики, физической культуры и спорта на территории Новичихинского района" на 2020-2024 годы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906D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906D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906D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906D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906D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906D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785580" w:rsidRPr="007C4BC0" w:rsidTr="007C4BC0">
        <w:tc>
          <w:tcPr>
            <w:tcW w:w="13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rPr>
                <w:rFonts w:ascii="Times New Roman" w:hAnsi="Times New Roman"/>
                <w:sz w:val="24"/>
                <w:szCs w:val="24"/>
              </w:rPr>
            </w:pPr>
            <w:r w:rsidRPr="007C4BC0">
              <w:rPr>
                <w:rFonts w:ascii="Times New Roman" w:hAnsi="Times New Roman"/>
                <w:sz w:val="24"/>
                <w:szCs w:val="24"/>
              </w:rPr>
              <w:t>Итого расходов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2566,3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2590,7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5580" w:rsidRPr="007C4BC0" w:rsidRDefault="00785580" w:rsidP="00D16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2618,4</w:t>
            </w:r>
          </w:p>
        </w:tc>
      </w:tr>
    </w:tbl>
    <w:p w:rsidR="00785580" w:rsidRDefault="00785580" w:rsidP="00824083"/>
    <w:p w:rsidR="00785580" w:rsidRDefault="00785580"/>
    <w:sectPr w:rsidR="00785580" w:rsidSect="00D45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1546"/>
    <w:rsid w:val="00053951"/>
    <w:rsid w:val="000B0EBC"/>
    <w:rsid w:val="001D58FD"/>
    <w:rsid w:val="00225D98"/>
    <w:rsid w:val="002516D7"/>
    <w:rsid w:val="0026423F"/>
    <w:rsid w:val="002A426B"/>
    <w:rsid w:val="00371546"/>
    <w:rsid w:val="003933A9"/>
    <w:rsid w:val="003C64BA"/>
    <w:rsid w:val="003F69EE"/>
    <w:rsid w:val="004045EE"/>
    <w:rsid w:val="004328AB"/>
    <w:rsid w:val="005A4DC5"/>
    <w:rsid w:val="00613534"/>
    <w:rsid w:val="00703CE4"/>
    <w:rsid w:val="0071461F"/>
    <w:rsid w:val="00785580"/>
    <w:rsid w:val="007C4BC0"/>
    <w:rsid w:val="007C6496"/>
    <w:rsid w:val="007E4C90"/>
    <w:rsid w:val="00824083"/>
    <w:rsid w:val="00831604"/>
    <w:rsid w:val="0089095A"/>
    <w:rsid w:val="008C23B3"/>
    <w:rsid w:val="00906D66"/>
    <w:rsid w:val="00952699"/>
    <w:rsid w:val="00A14EDB"/>
    <w:rsid w:val="00A9733A"/>
    <w:rsid w:val="00BF2039"/>
    <w:rsid w:val="00BF41D3"/>
    <w:rsid w:val="00C111C5"/>
    <w:rsid w:val="00C1419D"/>
    <w:rsid w:val="00C516EA"/>
    <w:rsid w:val="00C543F9"/>
    <w:rsid w:val="00D16BEC"/>
    <w:rsid w:val="00D45376"/>
    <w:rsid w:val="00D803C0"/>
    <w:rsid w:val="00DE3E05"/>
    <w:rsid w:val="00EB5445"/>
    <w:rsid w:val="00FD4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546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8</Pages>
  <Words>1089</Words>
  <Characters>6213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Николаевич</dc:creator>
  <cp:keywords/>
  <dc:description/>
  <cp:lastModifiedBy>User</cp:lastModifiedBy>
  <cp:revision>3</cp:revision>
  <cp:lastPrinted>2020-11-26T08:35:00Z</cp:lastPrinted>
  <dcterms:created xsi:type="dcterms:W3CDTF">2021-11-11T09:03:00Z</dcterms:created>
  <dcterms:modified xsi:type="dcterms:W3CDTF">2021-11-11T04:23:00Z</dcterms:modified>
</cp:coreProperties>
</file>